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AEB" w:rsidRPr="00DF3428" w:rsidRDefault="00325AEB" w:rsidP="00DF3428">
      <w:pPr>
        <w:pStyle w:val="Subhead2"/>
        <w:spacing w:line="360" w:lineRule="auto"/>
        <w:ind w:right="-426"/>
        <w:rPr>
          <w:rFonts w:ascii="Arial" w:hAnsi="Arial" w:cs="Arial"/>
          <w:sz w:val="28"/>
          <w:szCs w:val="24"/>
        </w:rPr>
      </w:pPr>
      <w:r w:rsidRPr="00DF3428">
        <w:rPr>
          <w:rFonts w:ascii="Arial" w:hAnsi="Arial" w:cs="Arial"/>
          <w:iCs/>
          <w:sz w:val="28"/>
          <w:szCs w:val="24"/>
        </w:rPr>
        <w:t>Wykonawca</w:t>
      </w:r>
      <w:r w:rsidRPr="00DF3428">
        <w:rPr>
          <w:rFonts w:ascii="Arial" w:hAnsi="Arial" w:cs="Arial"/>
          <w:szCs w:val="24"/>
        </w:rPr>
        <w:t>:: _____________________________________________________________________________________________________________________________________________________________________________________________________________________</w:t>
      </w:r>
      <w:r w:rsidRPr="00DF3428">
        <w:rPr>
          <w:rFonts w:ascii="Arial" w:hAnsi="Arial" w:cs="Arial"/>
          <w:sz w:val="28"/>
          <w:szCs w:val="24"/>
        </w:rPr>
        <w:t xml:space="preserve"> </w:t>
      </w:r>
    </w:p>
    <w:p w:rsidR="00325AEB" w:rsidRPr="00DF3428" w:rsidRDefault="00325AEB" w:rsidP="00DF3428">
      <w:pPr>
        <w:spacing w:after="240"/>
        <w:ind w:left="2124" w:firstLine="708"/>
        <w:rPr>
          <w:rFonts w:ascii="Arial" w:hAnsi="Arial" w:cs="Arial"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(czytelna nazwa i adres wykonawcy)</w:t>
      </w:r>
    </w:p>
    <w:p w:rsidR="00325AEB" w:rsidRPr="00DF3428" w:rsidRDefault="00325AEB" w:rsidP="00161E10">
      <w:pPr>
        <w:ind w:left="1843"/>
        <w:rPr>
          <w:rFonts w:ascii="Arial" w:hAnsi="Arial" w:cs="Arial"/>
          <w:i/>
          <w:iCs/>
          <w:sz w:val="16"/>
          <w:szCs w:val="16"/>
        </w:rPr>
      </w:pPr>
    </w:p>
    <w:tbl>
      <w:tblPr>
        <w:tblW w:w="1024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9"/>
        <w:gridCol w:w="1603"/>
        <w:gridCol w:w="1849"/>
        <w:gridCol w:w="1423"/>
        <w:gridCol w:w="2133"/>
        <w:gridCol w:w="1423"/>
        <w:gridCol w:w="1242"/>
      </w:tblGrid>
      <w:tr w:rsidR="00325AEB" w:rsidRPr="00DF3428" w:rsidTr="00642981">
        <w:trPr>
          <w:trHeight w:val="459"/>
        </w:trPr>
        <w:tc>
          <w:tcPr>
            <w:tcW w:w="10241" w:type="dxa"/>
            <w:gridSpan w:val="7"/>
            <w:shd w:val="clear" w:color="auto" w:fill="EEECE1"/>
            <w:vAlign w:val="center"/>
          </w:tcPr>
          <w:p w:rsidR="00325AEB" w:rsidRPr="00DF3428" w:rsidRDefault="00325AEB" w:rsidP="00837F93">
            <w:pPr>
              <w:jc w:val="center"/>
              <w:rPr>
                <w:rFonts w:ascii="Arial" w:hAnsi="Arial" w:cs="Arial"/>
                <w:b/>
              </w:rPr>
            </w:pPr>
            <w:r w:rsidRPr="00DF3428">
              <w:rPr>
                <w:rFonts w:ascii="Arial" w:hAnsi="Arial" w:cs="Arial"/>
                <w:b/>
                <w:sz w:val="22"/>
              </w:rPr>
              <w:t>WYKAZ WYKONANYCH  ROBÓT BUDOWLANYCH</w:t>
            </w:r>
          </w:p>
        </w:tc>
      </w:tr>
      <w:tr w:rsidR="00325AEB" w:rsidRPr="00DF3428" w:rsidTr="00642981">
        <w:trPr>
          <w:trHeight w:val="1713"/>
        </w:trPr>
        <w:tc>
          <w:tcPr>
            <w:tcW w:w="569" w:type="dxa"/>
            <w:shd w:val="clear" w:color="auto" w:fill="EEECE1"/>
            <w:vAlign w:val="center"/>
          </w:tcPr>
          <w:p w:rsidR="00325AEB" w:rsidRPr="00DF3428" w:rsidRDefault="00325AEB" w:rsidP="00837F93">
            <w:pPr>
              <w:jc w:val="center"/>
              <w:rPr>
                <w:rFonts w:ascii="Arial" w:hAnsi="Arial" w:cs="Arial"/>
                <w:b/>
              </w:rPr>
            </w:pPr>
            <w:r w:rsidRPr="00DF342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603" w:type="dxa"/>
            <w:shd w:val="clear" w:color="auto" w:fill="EEECE1"/>
            <w:vAlign w:val="center"/>
          </w:tcPr>
          <w:p w:rsidR="00325AEB" w:rsidRPr="00DF3428" w:rsidRDefault="00325AEB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Podać podmiot na rzecz którego  ROBOTY zostały wykonane </w:t>
            </w:r>
            <w:r w:rsidRPr="00DF3428">
              <w:rPr>
                <w:rFonts w:ascii="Arial" w:hAnsi="Arial" w:cs="Arial"/>
                <w:b/>
                <w:strike/>
                <w:color w:val="FF0000"/>
                <w:sz w:val="16"/>
                <w:szCs w:val="16"/>
              </w:rPr>
              <w:t xml:space="preserve"> </w:t>
            </w:r>
          </w:p>
          <w:p w:rsidR="00325AEB" w:rsidRPr="00DF3428" w:rsidRDefault="00325AEB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>(nazwa i adres)</w:t>
            </w:r>
          </w:p>
        </w:tc>
        <w:tc>
          <w:tcPr>
            <w:tcW w:w="1849" w:type="dxa"/>
            <w:shd w:val="clear" w:color="auto" w:fill="EEECE1"/>
            <w:vAlign w:val="center"/>
          </w:tcPr>
          <w:p w:rsidR="00325AEB" w:rsidRPr="00DF3428" w:rsidRDefault="00325AEB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F3428">
              <w:rPr>
                <w:rFonts w:ascii="Arial" w:hAnsi="Arial" w:cs="Arial"/>
                <w:b/>
                <w:sz w:val="16"/>
                <w:szCs w:val="16"/>
              </w:rPr>
              <w:br/>
              <w:t xml:space="preserve">roboty budowlanej / miejsce wykonania 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325AEB" w:rsidRPr="00DF3428" w:rsidRDefault="00325AEB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Data wykonania </w:t>
            </w:r>
          </w:p>
          <w:p w:rsidR="00325AEB" w:rsidRPr="00DF3428" w:rsidRDefault="00325AEB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>(dzień; miesiąc; rok)</w:t>
            </w:r>
          </w:p>
        </w:tc>
        <w:tc>
          <w:tcPr>
            <w:tcW w:w="2133" w:type="dxa"/>
            <w:shd w:val="clear" w:color="auto" w:fill="EEECE1"/>
            <w:vAlign w:val="center"/>
          </w:tcPr>
          <w:p w:rsidR="00325AEB" w:rsidRPr="00DF3428" w:rsidRDefault="00325AEB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>Opis zakresu rzeczowego wykonanej  roboty budowlanej winien zawierać w swej treści informacje jednoznacznie potwierdzające spełnienie warunku udziału w postępowaniu określonego w pkt.10.2.3</w:t>
            </w:r>
            <w:r>
              <w:rPr>
                <w:rFonts w:ascii="Arial" w:hAnsi="Arial" w:cs="Arial"/>
                <w:b/>
                <w:sz w:val="16"/>
                <w:szCs w:val="16"/>
              </w:rPr>
              <w:t>.2</w:t>
            </w: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 SIWZ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325AEB" w:rsidRPr="00DF3428" w:rsidRDefault="00325AEB" w:rsidP="00837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 xml:space="preserve">Dowody wykonania  </w:t>
            </w:r>
          </w:p>
          <w:p w:rsidR="00325AEB" w:rsidRPr="00DF3428" w:rsidRDefault="00325AEB" w:rsidP="00837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>stanowi</w:t>
            </w:r>
          </w:p>
          <w:p w:rsidR="00325AEB" w:rsidRPr="00DF3428" w:rsidRDefault="00325AEB" w:rsidP="00837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>załącznik nr ...</w:t>
            </w:r>
          </w:p>
        </w:tc>
        <w:tc>
          <w:tcPr>
            <w:tcW w:w="1242" w:type="dxa"/>
            <w:shd w:val="clear" w:color="auto" w:fill="EEECE1"/>
            <w:vAlign w:val="center"/>
          </w:tcPr>
          <w:p w:rsidR="00325AEB" w:rsidRPr="00DF3428" w:rsidRDefault="00325AEB" w:rsidP="00161E10">
            <w:pPr>
              <w:ind w:right="-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 xml:space="preserve">Podmiot, Wykonawca, który  udostępnia swoje zasoby wraz </w:t>
            </w:r>
            <w:r w:rsidRPr="00DF3428">
              <w:rPr>
                <w:rFonts w:ascii="Arial" w:hAnsi="Arial" w:cs="Arial"/>
                <w:sz w:val="16"/>
                <w:szCs w:val="16"/>
              </w:rPr>
              <w:br/>
              <w:t>z dowodami</w:t>
            </w:r>
          </w:p>
        </w:tc>
      </w:tr>
      <w:tr w:rsidR="00325AEB" w:rsidRPr="00DF3428" w:rsidTr="00642981">
        <w:trPr>
          <w:trHeight w:val="134"/>
        </w:trPr>
        <w:tc>
          <w:tcPr>
            <w:tcW w:w="569" w:type="dxa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1</w:t>
            </w:r>
          </w:p>
        </w:tc>
        <w:tc>
          <w:tcPr>
            <w:tcW w:w="1603" w:type="dxa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2</w:t>
            </w:r>
          </w:p>
        </w:tc>
        <w:tc>
          <w:tcPr>
            <w:tcW w:w="1849" w:type="dxa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3</w:t>
            </w:r>
          </w:p>
        </w:tc>
        <w:tc>
          <w:tcPr>
            <w:tcW w:w="1423" w:type="dxa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4</w:t>
            </w:r>
          </w:p>
        </w:tc>
        <w:tc>
          <w:tcPr>
            <w:tcW w:w="2133" w:type="dxa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5</w:t>
            </w:r>
          </w:p>
        </w:tc>
        <w:tc>
          <w:tcPr>
            <w:tcW w:w="1423" w:type="dxa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6</w:t>
            </w:r>
          </w:p>
        </w:tc>
        <w:tc>
          <w:tcPr>
            <w:tcW w:w="1242" w:type="dxa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7</w:t>
            </w:r>
          </w:p>
        </w:tc>
      </w:tr>
      <w:tr w:rsidR="00325AEB" w:rsidRPr="00DF3428" w:rsidTr="00642981">
        <w:trPr>
          <w:trHeight w:val="1611"/>
        </w:trPr>
        <w:tc>
          <w:tcPr>
            <w:tcW w:w="569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325AEB" w:rsidRPr="00DF3428" w:rsidTr="00642981">
        <w:trPr>
          <w:trHeight w:val="1401"/>
        </w:trPr>
        <w:tc>
          <w:tcPr>
            <w:tcW w:w="569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325AEB" w:rsidRPr="00DF3428" w:rsidRDefault="00325AEB" w:rsidP="00837F93">
            <w:pPr>
              <w:tabs>
                <w:tab w:val="left" w:pos="510"/>
              </w:tabs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325AEB" w:rsidRPr="00DF3428" w:rsidTr="00642981">
        <w:trPr>
          <w:trHeight w:val="1844"/>
        </w:trPr>
        <w:tc>
          <w:tcPr>
            <w:tcW w:w="569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325AEB" w:rsidRPr="00DF3428" w:rsidTr="00642981">
        <w:trPr>
          <w:trHeight w:val="1701"/>
        </w:trPr>
        <w:tc>
          <w:tcPr>
            <w:tcW w:w="569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603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849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2133" w:type="dxa"/>
          </w:tcPr>
          <w:p w:rsidR="00325AEB" w:rsidRPr="00DF3428" w:rsidRDefault="00325AEB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vAlign w:val="center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325AEB" w:rsidRPr="00DF3428" w:rsidRDefault="00325AEB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</w:tbl>
    <w:p w:rsidR="00325AEB" w:rsidRPr="00DF3428" w:rsidRDefault="00325AEB" w:rsidP="00DF3428">
      <w:pPr>
        <w:tabs>
          <w:tab w:val="left" w:pos="-1843"/>
          <w:tab w:val="left" w:pos="284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DF3428">
        <w:rPr>
          <w:rFonts w:ascii="Arial" w:hAnsi="Arial" w:cs="Arial"/>
          <w:b/>
          <w:szCs w:val="24"/>
        </w:rPr>
        <w:t xml:space="preserve"> </w:t>
      </w:r>
    </w:p>
    <w:p w:rsidR="00325AEB" w:rsidRPr="00DF3428" w:rsidRDefault="00325AEB" w:rsidP="00161E10">
      <w:pPr>
        <w:tabs>
          <w:tab w:val="left" w:pos="5387"/>
        </w:tabs>
        <w:rPr>
          <w:rFonts w:ascii="Arial" w:hAnsi="Arial" w:cs="Arial"/>
          <w:i/>
          <w:iCs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Data …………………..</w:t>
      </w:r>
      <w:r w:rsidRPr="00DF3428">
        <w:rPr>
          <w:rFonts w:ascii="Arial" w:hAnsi="Arial" w:cs="Arial"/>
          <w:sz w:val="24"/>
          <w:szCs w:val="24"/>
        </w:rPr>
        <w:tab/>
      </w:r>
      <w:r w:rsidRPr="00DF3428">
        <w:rPr>
          <w:rFonts w:ascii="Arial" w:hAnsi="Arial" w:cs="Arial"/>
          <w:i/>
          <w:iCs/>
          <w:sz w:val="24"/>
          <w:szCs w:val="24"/>
        </w:rPr>
        <w:t>.......................................................</w:t>
      </w:r>
    </w:p>
    <w:p w:rsidR="00325AEB" w:rsidRPr="00DF3428" w:rsidRDefault="00325AEB" w:rsidP="00161E10">
      <w:pPr>
        <w:ind w:left="5387"/>
        <w:jc w:val="center"/>
        <w:rPr>
          <w:rFonts w:ascii="Arial" w:hAnsi="Arial" w:cs="Arial"/>
          <w:i/>
          <w:iCs/>
        </w:rPr>
      </w:pPr>
      <w:r w:rsidRPr="00DF3428">
        <w:rPr>
          <w:rFonts w:ascii="Arial" w:hAnsi="Arial" w:cs="Arial"/>
          <w:i/>
          <w:iCs/>
        </w:rPr>
        <w:t>(</w:t>
      </w:r>
      <w:r w:rsidRPr="00DF3428">
        <w:rPr>
          <w:rFonts w:ascii="Arial" w:hAnsi="Arial" w:cs="Arial"/>
          <w:bCs/>
          <w:i/>
          <w:iCs/>
        </w:rPr>
        <w:t>podpis(y)</w:t>
      </w:r>
      <w:r w:rsidRPr="00DF3428">
        <w:rPr>
          <w:rFonts w:ascii="Arial" w:hAnsi="Arial" w:cs="Arial"/>
          <w:b/>
          <w:bCs/>
          <w:i/>
          <w:iCs/>
        </w:rPr>
        <w:t xml:space="preserve"> </w:t>
      </w:r>
      <w:r w:rsidRPr="00DF3428">
        <w:rPr>
          <w:rFonts w:ascii="Arial" w:hAnsi="Arial" w:cs="Arial"/>
          <w:i/>
          <w:iCs/>
        </w:rPr>
        <w:t xml:space="preserve">osoby(osób) uprawnionej(ych) do składania oświadczeń woli w imieniu wykonawcy/pełnomocnika </w:t>
      </w:r>
    </w:p>
    <w:p w:rsidR="00325AEB" w:rsidRPr="00DF3428" w:rsidRDefault="00325AEB" w:rsidP="00161E10">
      <w:pPr>
        <w:ind w:left="5387"/>
        <w:jc w:val="center"/>
        <w:rPr>
          <w:rFonts w:ascii="Arial" w:hAnsi="Arial" w:cs="Arial"/>
          <w:i/>
          <w:iCs/>
        </w:rPr>
      </w:pPr>
    </w:p>
    <w:p w:rsidR="00325AEB" w:rsidRDefault="00325AEB" w:rsidP="00642981">
      <w:pPr>
        <w:jc w:val="both"/>
        <w:rPr>
          <w:rFonts w:ascii="Arial" w:hAnsi="Arial" w:cs="Arial"/>
          <w:i/>
          <w:iCs/>
        </w:rPr>
      </w:pPr>
    </w:p>
    <w:p w:rsidR="00325AEB" w:rsidRPr="00DF3428" w:rsidRDefault="00325AEB" w:rsidP="00642981">
      <w:pPr>
        <w:jc w:val="both"/>
        <w:rPr>
          <w:rFonts w:ascii="Arial" w:hAnsi="Arial" w:cs="Arial"/>
        </w:rPr>
      </w:pPr>
      <w:r w:rsidRPr="00DF3428">
        <w:rPr>
          <w:rFonts w:ascii="Arial" w:hAnsi="Arial" w:cs="Arial"/>
          <w:i/>
          <w:sz w:val="16"/>
          <w:szCs w:val="18"/>
        </w:rPr>
        <w:t>Ocena spełnienia tego warunku dokonana zostanie na podstawie informacji zawartych w Wykazie wykonanych robót budowlanych. W zakresie rzeczowym wykazu, wykonawca winien przedstawić takie informacje, które pozwolą Zamawiającemu jednoznacznie stwierdzić spełnianie warunku.</w:t>
      </w:r>
    </w:p>
    <w:sectPr w:rsidR="00325AEB" w:rsidRPr="00DF3428" w:rsidSect="00DF3428">
      <w:headerReference w:type="default" r:id="rId6"/>
      <w:pgSz w:w="11906" w:h="16838"/>
      <w:pgMar w:top="1417" w:right="1417" w:bottom="709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AEB" w:rsidRDefault="00325AEB" w:rsidP="00161E10">
      <w:r>
        <w:separator/>
      </w:r>
    </w:p>
  </w:endnote>
  <w:endnote w:type="continuationSeparator" w:id="0">
    <w:p w:rsidR="00325AEB" w:rsidRDefault="00325AEB" w:rsidP="00161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AEB" w:rsidRDefault="00325AEB" w:rsidP="00161E10">
      <w:r>
        <w:separator/>
      </w:r>
    </w:p>
  </w:footnote>
  <w:footnote w:type="continuationSeparator" w:id="0">
    <w:p w:rsidR="00325AEB" w:rsidRDefault="00325AEB" w:rsidP="00161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AEB" w:rsidRPr="003875C0" w:rsidRDefault="00325AEB" w:rsidP="00642981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ind w:right="-426"/>
      <w:jc w:val="right"/>
      <w:rPr>
        <w:rFonts w:ascii="Calibri" w:hAnsi="Calibri"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 xml:space="preserve">028/2018                         </w:t>
    </w:r>
    <w:r>
      <w:rPr>
        <w:rFonts w:ascii="Arial" w:hAnsi="Arial" w:cs="Arial"/>
        <w:sz w:val="18"/>
        <w:szCs w:val="18"/>
      </w:rPr>
      <w:t xml:space="preserve">                                  Wykaz wykonywanych robót budowlanych                  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8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E10"/>
    <w:rsid w:val="00037F0B"/>
    <w:rsid w:val="000F67D1"/>
    <w:rsid w:val="00161E10"/>
    <w:rsid w:val="002C72A5"/>
    <w:rsid w:val="00325AEB"/>
    <w:rsid w:val="003875C0"/>
    <w:rsid w:val="003B296D"/>
    <w:rsid w:val="003D5C62"/>
    <w:rsid w:val="004701C0"/>
    <w:rsid w:val="00484B45"/>
    <w:rsid w:val="005D5FE7"/>
    <w:rsid w:val="00642981"/>
    <w:rsid w:val="006D1EED"/>
    <w:rsid w:val="00761D3F"/>
    <w:rsid w:val="007E2FFD"/>
    <w:rsid w:val="007E65BD"/>
    <w:rsid w:val="007E77C9"/>
    <w:rsid w:val="007F6883"/>
    <w:rsid w:val="00837F93"/>
    <w:rsid w:val="0087302A"/>
    <w:rsid w:val="008D5495"/>
    <w:rsid w:val="008D7356"/>
    <w:rsid w:val="009D0FEB"/>
    <w:rsid w:val="00B50E3C"/>
    <w:rsid w:val="00BE54FC"/>
    <w:rsid w:val="00C94D4C"/>
    <w:rsid w:val="00CB7106"/>
    <w:rsid w:val="00D7191D"/>
    <w:rsid w:val="00D71EB3"/>
    <w:rsid w:val="00DE6026"/>
    <w:rsid w:val="00DF3428"/>
    <w:rsid w:val="00E3301D"/>
    <w:rsid w:val="00ED24C5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andardowy1,Standardowy11,Standardowy111,Standardowy1111,Standardowy11111,Standardowy111111"/>
    <w:qFormat/>
    <w:rsid w:val="00161E10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2">
    <w:name w:val="Subhead 2"/>
    <w:basedOn w:val="Normal"/>
    <w:uiPriority w:val="99"/>
    <w:rsid w:val="00161E10"/>
    <w:rPr>
      <w:b/>
      <w:sz w:val="24"/>
    </w:rPr>
  </w:style>
  <w:style w:type="paragraph" w:customStyle="1" w:styleId="nagwek1">
    <w:name w:val="nag³ówek1"/>
    <w:uiPriority w:val="99"/>
    <w:rsid w:val="00161E10"/>
    <w:pPr>
      <w:spacing w:before="114" w:after="114"/>
      <w:ind w:left="482" w:right="482" w:firstLine="1"/>
      <w:jc w:val="center"/>
    </w:pPr>
    <w:rPr>
      <w:rFonts w:ascii="Times New Roman" w:eastAsia="Times New Roman" w:hAnsi="Times New Roman"/>
      <w:color w:val="000000"/>
      <w:sz w:val="24"/>
      <w:szCs w:val="20"/>
    </w:rPr>
  </w:style>
  <w:style w:type="paragraph" w:styleId="Header">
    <w:name w:val="header"/>
    <w:aliases w:val="Nagłówek strony"/>
    <w:basedOn w:val="Normal"/>
    <w:link w:val="HeaderChar"/>
    <w:uiPriority w:val="99"/>
    <w:rsid w:val="00161E10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161E10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semiHidden/>
    <w:rsid w:val="00161E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61E10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193</Words>
  <Characters>1160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Julia Szalata</cp:lastModifiedBy>
  <cp:revision>9</cp:revision>
  <dcterms:created xsi:type="dcterms:W3CDTF">2018-02-20T08:25:00Z</dcterms:created>
  <dcterms:modified xsi:type="dcterms:W3CDTF">2018-05-10T10:32:00Z</dcterms:modified>
</cp:coreProperties>
</file>